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125953ED" w:rsidR="000A71A0" w:rsidRPr="0033475C" w:rsidRDefault="004D4A24" w:rsidP="004D4A24">
      <w:pPr>
        <w:ind w:firstLine="708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DRU.WWP.7212.13.4.2021(2)</w:t>
      </w:r>
    </w:p>
    <w:p w14:paraId="0A37501D" w14:textId="77777777" w:rsidR="000A71A0" w:rsidRPr="0033475C" w:rsidRDefault="000832B1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5DAB6C7B" w14:textId="77777777" w:rsidR="000A71A0" w:rsidRPr="0033475C" w:rsidRDefault="000832B1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72038510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Pan </w:t>
      </w:r>
    </w:p>
    <w:p w14:paraId="4388A71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Jacek Paziewski 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i/>
          <w:sz w:val="22"/>
          <w:szCs w:val="22"/>
        </w:rPr>
      </w:pPr>
    </w:p>
    <w:p w14:paraId="62A14142" w14:textId="33A33CFE" w:rsidR="3B722405" w:rsidRDefault="3B722405" w:rsidP="3B722405">
      <w:pPr>
        <w:pStyle w:val="paragraph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547CDE6A" w14:textId="0855E2DB" w:rsidR="3B722405" w:rsidRDefault="3B722405" w:rsidP="3B722405">
      <w:pPr>
        <w:pStyle w:val="paragraph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6C12D8E0" w14:textId="77777777" w:rsidR="00700426" w:rsidRPr="00DF0867" w:rsidRDefault="00700426" w:rsidP="3B722405">
      <w:pPr>
        <w:pStyle w:val="paragraph"/>
        <w:jc w:val="bot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  <w:r w:rsidRPr="3B722405">
        <w:rPr>
          <w:rStyle w:val="normaltextrun"/>
          <w:rFonts w:ascii="Calibri" w:hAnsi="Calibri" w:cs="Calibri"/>
          <w:i/>
          <w:iCs/>
          <w:sz w:val="22"/>
          <w:szCs w:val="22"/>
        </w:rPr>
        <w:t>Szanowny Panie Sekretarzu,</w:t>
      </w:r>
    </w:p>
    <w:p w14:paraId="2B50091A" w14:textId="7F978689" w:rsidR="00700426" w:rsidRPr="005B1ECB" w:rsidRDefault="00700426" w:rsidP="00DF0867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3B722405">
        <w:rPr>
          <w:rStyle w:val="normaltextrun"/>
          <w:rFonts w:ascii="Calibri" w:hAnsi="Calibri" w:cs="Calibri"/>
          <w:sz w:val="22"/>
          <w:szCs w:val="22"/>
        </w:rPr>
        <w:t xml:space="preserve">w załączeniu przekazuję </w:t>
      </w:r>
      <w:r w:rsidR="009A7AB0" w:rsidRPr="3B722405">
        <w:rPr>
          <w:rStyle w:val="normaltextrun"/>
          <w:rFonts w:ascii="Calibri" w:hAnsi="Calibri" w:cs="Calibri"/>
          <w:sz w:val="22"/>
          <w:szCs w:val="22"/>
        </w:rPr>
        <w:t xml:space="preserve">korektę </w:t>
      </w:r>
      <w:r w:rsidRPr="3B722405">
        <w:rPr>
          <w:rStyle w:val="normaltextrun"/>
          <w:rFonts w:ascii="Calibri" w:hAnsi="Calibri" w:cs="Calibri"/>
          <w:sz w:val="22"/>
          <w:szCs w:val="22"/>
        </w:rPr>
        <w:t>raport</w:t>
      </w:r>
      <w:r w:rsidR="009A7AB0" w:rsidRPr="3B722405">
        <w:rPr>
          <w:rStyle w:val="normaltextrun"/>
          <w:rFonts w:ascii="Calibri" w:hAnsi="Calibri" w:cs="Calibri"/>
          <w:sz w:val="22"/>
          <w:szCs w:val="22"/>
        </w:rPr>
        <w:t>u</w:t>
      </w:r>
      <w:r w:rsidRPr="3B722405">
        <w:rPr>
          <w:rStyle w:val="normaltextrun"/>
          <w:rFonts w:ascii="Calibri" w:hAnsi="Calibri" w:cs="Calibri"/>
          <w:sz w:val="22"/>
          <w:szCs w:val="22"/>
        </w:rPr>
        <w:t xml:space="preserve"> z postępu rzeczowo-finansowego projektu informatycznego pn. </w:t>
      </w:r>
      <w:r w:rsidR="00DF0867" w:rsidRPr="3B722405">
        <w:rPr>
          <w:rStyle w:val="normaltextrun"/>
          <w:rFonts w:ascii="Calibri" w:hAnsi="Calibri" w:cs="Calibri"/>
          <w:sz w:val="22"/>
          <w:szCs w:val="22"/>
        </w:rPr>
        <w:t>„</w:t>
      </w:r>
      <w:r w:rsidR="3011ABB1" w:rsidRPr="3B722405">
        <w:rPr>
          <w:rStyle w:val="normaltextrun"/>
          <w:rFonts w:ascii="Calibri" w:hAnsi="Calibri" w:cs="Calibri"/>
          <w:sz w:val="22"/>
          <w:szCs w:val="22"/>
        </w:rPr>
        <w:t>System Ewidencji Państwowej Inspekcji Sanitarnej (SEPIS)</w:t>
      </w:r>
      <w:r w:rsidR="00DF0867" w:rsidRPr="3B722405">
        <w:rPr>
          <w:rStyle w:val="normaltextrun"/>
          <w:rFonts w:ascii="Calibri" w:hAnsi="Calibri" w:cs="Calibri"/>
          <w:sz w:val="22"/>
          <w:szCs w:val="22"/>
        </w:rPr>
        <w:t>”</w:t>
      </w:r>
      <w:r w:rsidR="3011ABB1" w:rsidRPr="3B722405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3B722405">
        <w:rPr>
          <w:rStyle w:val="normaltextrun"/>
          <w:rFonts w:ascii="Calibri" w:hAnsi="Calibri" w:cs="Calibri"/>
          <w:sz w:val="22"/>
          <w:szCs w:val="22"/>
        </w:rPr>
        <w:t xml:space="preserve">za </w:t>
      </w:r>
      <w:r w:rsidR="6CC0F2A3" w:rsidRPr="3B722405">
        <w:rPr>
          <w:rStyle w:val="normaltextrun"/>
          <w:rFonts w:ascii="Calibri" w:hAnsi="Calibri" w:cs="Calibri"/>
          <w:sz w:val="22"/>
          <w:szCs w:val="22"/>
        </w:rPr>
        <w:t>I</w:t>
      </w:r>
      <w:r w:rsidR="00DF0867" w:rsidRPr="3B722405">
        <w:rPr>
          <w:rStyle w:val="normaltextrun"/>
          <w:rFonts w:ascii="Calibri" w:hAnsi="Calibri" w:cs="Calibri"/>
          <w:sz w:val="22"/>
          <w:szCs w:val="22"/>
        </w:rPr>
        <w:t xml:space="preserve"> kwartał 202</w:t>
      </w:r>
      <w:r w:rsidR="082081E0" w:rsidRPr="3B722405">
        <w:rPr>
          <w:rStyle w:val="normaltextrun"/>
          <w:rFonts w:ascii="Calibri" w:hAnsi="Calibri" w:cs="Calibri"/>
          <w:sz w:val="22"/>
          <w:szCs w:val="22"/>
        </w:rPr>
        <w:t>1</w:t>
      </w:r>
      <w:r w:rsidR="00DF0867" w:rsidRPr="3B722405">
        <w:rPr>
          <w:rStyle w:val="normaltextrun"/>
          <w:rFonts w:ascii="Calibri" w:hAnsi="Calibri" w:cs="Calibri"/>
          <w:sz w:val="22"/>
          <w:szCs w:val="22"/>
        </w:rPr>
        <w:t xml:space="preserve"> r.</w:t>
      </w:r>
      <w:bookmarkStart w:id="0" w:name="_GoBack"/>
      <w:bookmarkEnd w:id="0"/>
    </w:p>
    <w:p w14:paraId="09F93DCF" w14:textId="3F78AE50" w:rsidR="3B722405" w:rsidRDefault="3B722405" w:rsidP="3B722405">
      <w:pPr>
        <w:pStyle w:val="paragraph"/>
        <w:jc w:val="both"/>
        <w:rPr>
          <w:rStyle w:val="normaltextrun"/>
          <w:rFonts w:ascii="Calibri" w:hAnsi="Calibri" w:cs="Calibri"/>
        </w:rPr>
      </w:pPr>
    </w:p>
    <w:p w14:paraId="78232106" w14:textId="4D4B7121" w:rsidR="3B722405" w:rsidRDefault="3B722405" w:rsidP="3B722405">
      <w:pPr>
        <w:pStyle w:val="paragraph"/>
        <w:jc w:val="both"/>
        <w:rPr>
          <w:rStyle w:val="normaltextrun"/>
          <w:rFonts w:ascii="Calibri" w:hAnsi="Calibri" w:cs="Calibri"/>
        </w:rPr>
      </w:pPr>
    </w:p>
    <w:p w14:paraId="6A05A809" w14:textId="77777777" w:rsidR="00700426" w:rsidRPr="005B1ECB" w:rsidRDefault="00700426" w:rsidP="00700426">
      <w:pPr>
        <w:pStyle w:val="paragraph"/>
        <w:ind w:left="5655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14:paraId="690E3B05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14:paraId="22DC28A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4F12938F" w:rsidR="00700426" w:rsidRPr="00DF0867" w:rsidRDefault="00E16A39" w:rsidP="3B722405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3B722405">
        <w:rPr>
          <w:rStyle w:val="normaltextrun"/>
          <w:rFonts w:ascii="Calibri" w:hAnsi="Calibri" w:cs="Calibri"/>
          <w:sz w:val="18"/>
          <w:szCs w:val="18"/>
        </w:rPr>
        <w:t>Korekta r</w:t>
      </w:r>
      <w:r w:rsidR="00700426" w:rsidRPr="3B722405">
        <w:rPr>
          <w:rStyle w:val="normaltextrun"/>
          <w:rFonts w:ascii="Calibri" w:hAnsi="Calibri" w:cs="Calibri"/>
          <w:sz w:val="18"/>
          <w:szCs w:val="18"/>
        </w:rPr>
        <w:t>aport</w:t>
      </w:r>
      <w:r w:rsidRPr="3B722405">
        <w:rPr>
          <w:rStyle w:val="normaltextrun"/>
          <w:rFonts w:ascii="Calibri" w:hAnsi="Calibri" w:cs="Calibri"/>
          <w:sz w:val="18"/>
          <w:szCs w:val="18"/>
        </w:rPr>
        <w:t>u</w:t>
      </w:r>
      <w:r w:rsidR="00700426" w:rsidRPr="3B722405">
        <w:rPr>
          <w:rStyle w:val="normaltextrun"/>
          <w:rFonts w:ascii="Calibri" w:hAnsi="Calibri" w:cs="Calibri"/>
          <w:sz w:val="18"/>
          <w:szCs w:val="18"/>
        </w:rPr>
        <w:t xml:space="preserve"> z postępu rzeczowo-finansowego projektu informatycznego za I kwartał 202</w:t>
      </w:r>
      <w:r w:rsidR="49FB3739" w:rsidRPr="3B722405">
        <w:rPr>
          <w:rStyle w:val="normaltextrun"/>
          <w:rFonts w:ascii="Calibri" w:hAnsi="Calibri" w:cs="Calibri"/>
          <w:sz w:val="18"/>
          <w:szCs w:val="18"/>
        </w:rPr>
        <w:t>1</w:t>
      </w:r>
      <w:r w:rsidR="00700426" w:rsidRPr="3B722405">
        <w:rPr>
          <w:rStyle w:val="normaltextrun"/>
          <w:rFonts w:ascii="Calibri" w:hAnsi="Calibri" w:cs="Calibri"/>
          <w:sz w:val="18"/>
          <w:szCs w:val="18"/>
        </w:rPr>
        <w:t xml:space="preserve"> roku dla projektu pn</w:t>
      </w:r>
      <w:r w:rsidR="39C2F834" w:rsidRPr="3B722405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3B722405">
        <w:rPr>
          <w:rStyle w:val="normaltextrun"/>
          <w:rFonts w:ascii="Calibri" w:hAnsi="Calibri" w:cs="Calibri"/>
          <w:sz w:val="18"/>
          <w:szCs w:val="18"/>
        </w:rPr>
        <w:t>„</w:t>
      </w:r>
      <w:r w:rsidR="39C2F834" w:rsidRPr="3B722405">
        <w:rPr>
          <w:rStyle w:val="normaltextrun"/>
          <w:rFonts w:ascii="Calibri" w:hAnsi="Calibri" w:cs="Calibri"/>
          <w:sz w:val="18"/>
          <w:szCs w:val="18"/>
        </w:rPr>
        <w:t>System E</w:t>
      </w:r>
      <w:r w:rsidR="39DC479E" w:rsidRPr="3B722405">
        <w:rPr>
          <w:rStyle w:val="normaltextrun"/>
          <w:rFonts w:ascii="Calibri" w:hAnsi="Calibri" w:cs="Calibri"/>
          <w:sz w:val="18"/>
          <w:szCs w:val="18"/>
        </w:rPr>
        <w:t>widencji Państwowej Inspekcji Sanitarnej (SEPIS)</w:t>
      </w:r>
      <w:r w:rsidR="00DF0867" w:rsidRPr="3B722405">
        <w:rPr>
          <w:rStyle w:val="normaltextrun"/>
          <w:rFonts w:ascii="Calibri" w:hAnsi="Calibri" w:cs="Calibri"/>
          <w:sz w:val="18"/>
          <w:szCs w:val="18"/>
        </w:rPr>
        <w:t>”</w:t>
      </w:r>
      <w:r w:rsidR="39DC479E" w:rsidRPr="3B722405">
        <w:rPr>
          <w:rStyle w:val="normaltextrun"/>
          <w:rFonts w:ascii="Calibri" w:hAnsi="Calibri" w:cs="Calibri"/>
          <w:sz w:val="18"/>
          <w:szCs w:val="18"/>
        </w:rPr>
        <w:t>.</w:t>
      </w:r>
    </w:p>
    <w:p w14:paraId="44EAFD9C" w14:textId="77777777" w:rsidR="000A71A0" w:rsidRPr="0033475C" w:rsidRDefault="000832B1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56EB0F" w14:textId="77777777" w:rsidR="000832B1" w:rsidRDefault="000832B1">
      <w:r>
        <w:separator/>
      </w:r>
    </w:p>
  </w:endnote>
  <w:endnote w:type="continuationSeparator" w:id="0">
    <w:p w14:paraId="53D3C2E2" w14:textId="77777777" w:rsidR="000832B1" w:rsidRDefault="0008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3087871D"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>
              <v:textbox>
                <w:txbxContent>
                  <w:p w:rsidR="005E753F" w:rsidP="005E753F" w:rsidRDefault="00B0695A" w14:paraId="4F7130D5" wp14:textId="77777777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77777777" w:rsidR="00AE7731" w:rsidRDefault="00B0695A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33EC343A" wp14:editId="07777777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E19E97" w14:textId="77777777" w:rsidR="000832B1" w:rsidRDefault="000832B1">
      <w:r>
        <w:separator/>
      </w:r>
    </w:p>
  </w:footnote>
  <w:footnote w:type="continuationSeparator" w:id="0">
    <w:p w14:paraId="2F7E8C7E" w14:textId="77777777" w:rsidR="000832B1" w:rsidRDefault="00083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0832B1" w:rsidP="007018D3">
    <w:pPr>
      <w:pStyle w:val="Nagwek"/>
      <w:jc w:val="right"/>
    </w:pPr>
  </w:p>
  <w:p w14:paraId="62486C05" w14:textId="77777777" w:rsidR="007018D3" w:rsidRDefault="000832B1" w:rsidP="007018D3">
    <w:pPr>
      <w:pStyle w:val="Nagwek"/>
      <w:jc w:val="right"/>
    </w:pPr>
  </w:p>
  <w:p w14:paraId="6BD9D943" w14:textId="55EEAB6B"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<w:pict w14:anchorId="5070D257">
            <v:shape id="_x0000_s1028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>
              <v:textbox>
                <w:txbxContent>
                  <w:p w:rsidRPr="00495DA1" w:rsidR="007018D3" w:rsidP="007018D3" w:rsidRDefault="00B0695A" w14:paraId="0D63E28C" wp14:textId="77777777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222BE">
      <w:t>Warszawa, dnia 10</w:t>
    </w:r>
    <w:r w:rsidR="3B722405">
      <w:t xml:space="preserve"> maja 2021</w:t>
    </w:r>
    <w:bookmarkStart w:id="1" w:name="ezdDataPodpisu"/>
    <w:bookmarkEnd w:id="1"/>
    <w:r w:rsidR="3B722405"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222BE"/>
    <w:rsid w:val="00053134"/>
    <w:rsid w:val="000534A7"/>
    <w:rsid w:val="000832B1"/>
    <w:rsid w:val="00295B1F"/>
    <w:rsid w:val="00341F1C"/>
    <w:rsid w:val="004D4A24"/>
    <w:rsid w:val="005A544C"/>
    <w:rsid w:val="006F6314"/>
    <w:rsid w:val="00700426"/>
    <w:rsid w:val="00771D79"/>
    <w:rsid w:val="009A7AB0"/>
    <w:rsid w:val="00A240AE"/>
    <w:rsid w:val="00B0695A"/>
    <w:rsid w:val="00C66AFA"/>
    <w:rsid w:val="00D42614"/>
    <w:rsid w:val="00DF0867"/>
    <w:rsid w:val="00E16A39"/>
    <w:rsid w:val="00E47587"/>
    <w:rsid w:val="03BDDD40"/>
    <w:rsid w:val="082081E0"/>
    <w:rsid w:val="0E5ACE93"/>
    <w:rsid w:val="1E05E312"/>
    <w:rsid w:val="1E5AEB92"/>
    <w:rsid w:val="1EADD4B4"/>
    <w:rsid w:val="3011ABB1"/>
    <w:rsid w:val="39C2F834"/>
    <w:rsid w:val="39DC479E"/>
    <w:rsid w:val="3B722405"/>
    <w:rsid w:val="3F794A26"/>
    <w:rsid w:val="469FD342"/>
    <w:rsid w:val="49FB3739"/>
    <w:rsid w:val="4FCC2B0E"/>
    <w:rsid w:val="5584CA92"/>
    <w:rsid w:val="587B9252"/>
    <w:rsid w:val="5AC75DA7"/>
    <w:rsid w:val="60AD12B7"/>
    <w:rsid w:val="63BA9FD3"/>
    <w:rsid w:val="64D05A4D"/>
    <w:rsid w:val="685768A3"/>
    <w:rsid w:val="689C2723"/>
    <w:rsid w:val="6CC0F2A3"/>
    <w:rsid w:val="76E1F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a3385a0-11f2-49f5-8763-25abde981a0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1" ma:contentTypeDescription="Utwórz nowy dokument." ma:contentTypeScope="" ma:versionID="f33768aff68b01916b588d9e4e6ad887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906727bd0dde9496627263b67ea6d292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7a3385a0-11f2-49f5-8763-25abde981a01"/>
  </ds:schemaRefs>
</ds:datastoreItem>
</file>

<file path=customXml/itemProps2.xml><?xml version="1.0" encoding="utf-8"?>
<ds:datastoreItem xmlns:ds="http://schemas.openxmlformats.org/officeDocument/2006/customXml" ds:itemID="{B161C237-07A6-4989-9A64-7A93158686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91</Words>
  <Characters>548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Przymusiński Michał</cp:lastModifiedBy>
  <cp:revision>14</cp:revision>
  <dcterms:created xsi:type="dcterms:W3CDTF">2021-01-15T08:22:00Z</dcterms:created>
  <dcterms:modified xsi:type="dcterms:W3CDTF">2021-05-11T10:22:00Z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0x0101000732B7806F16D24BA42D3E0FC12C57CE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